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>Imienny wykaz głosowania Radnych Rady gminy Markuszów na sesji w dniu 22.11.2018</w:t>
      </w:r>
    </w:p>
    <w:p w:rsidR="006B3EF1" w:rsidRDefault="006B3EF1" w:rsidP="006B3EF1">
      <w:r>
        <w:t>W sprawie: powołania komisji skrutacyjnej do wyboru Przewodniczącego Rady gminy</w:t>
      </w:r>
    </w:p>
    <w:p w:rsidR="006B3EF1" w:rsidRDefault="006B3EF1" w:rsidP="006B3EF1">
      <w:r>
        <w:t>Uczestniczy 15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Osuch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 xml:space="preserve">Filipiak </w:t>
            </w:r>
            <w:r>
              <w:t>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Gawron Katarzyna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</w:tbl>
    <w:p w:rsidR="00B33B90" w:rsidRDefault="00B33B90">
      <w:bookmarkStart w:id="0" w:name="_GoBack"/>
      <w:bookmarkEnd w:id="0"/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D3E3A">
      <w:pPr>
        <w:spacing w:after="0" w:line="240" w:lineRule="auto"/>
      </w:pPr>
      <w:r>
        <w:separator/>
      </w:r>
    </w:p>
  </w:endnote>
  <w:endnote w:type="continuationSeparator" w:id="0">
    <w:p w:rsidR="00000000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6B3EF1"/>
    <w:rsid w:val="009D3E3A"/>
    <w:rsid w:val="00B3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2018-11-22T10:48:00Z</cp:lastPrinted>
  <dcterms:created xsi:type="dcterms:W3CDTF">2018-11-23T12:01:00Z</dcterms:created>
  <dcterms:modified xsi:type="dcterms:W3CDTF">2018-11-23T12:01:00Z</dcterms:modified>
</cp:coreProperties>
</file>